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D5E6F" w14:textId="6BD45A71" w:rsidR="00D8203D" w:rsidRDefault="00D8203D" w:rsidP="00F85102">
      <w:pPr>
        <w:pStyle w:val="A0-CDberschrift"/>
        <w:rPr>
          <w:lang w:val="de-DE"/>
        </w:rPr>
      </w:pPr>
      <w:r>
        <w:rPr>
          <w:lang w:val="de-DE"/>
        </w:rPr>
        <w:t>Einleitung</w:t>
      </w:r>
    </w:p>
    <w:p w14:paraId="6E49E074" w14:textId="33B5F298" w:rsidR="00DC5455" w:rsidRDefault="00D8203D" w:rsidP="00D8203D">
      <w:pPr>
        <w:pStyle w:val="A0-CDText"/>
      </w:pPr>
      <w:r w:rsidRPr="00D8203D">
        <w:t xml:space="preserve">Die A-NULL Schulungen </w:t>
      </w:r>
      <w:r>
        <w:t xml:space="preserve">finden in der aktuellen Archicad 28 Version statt. </w:t>
      </w:r>
      <w:r w:rsidR="00F949B2">
        <w:t xml:space="preserve">Nichtsdestotrotz werden die Kursdateien auch in Archicad 27 zur Verfügung gestellt, um Teilnehmenden </w:t>
      </w:r>
      <w:r w:rsidR="003D121E">
        <w:t xml:space="preserve">zu ermöglichen auch mit dieser Archicad-Version beim Kurs mitzumachen. </w:t>
      </w:r>
      <w:r w:rsidR="00046256">
        <w:t xml:space="preserve">In diesem Fall kann man </w:t>
      </w:r>
      <w:r w:rsidR="00DC5455">
        <w:t xml:space="preserve">die meisten Beispiele auch in Archicad 27 machen. Manche Funktionen, die es nur in Archicad 28 gibt, können dann aber nicht live mitgemacht werden. </w:t>
      </w:r>
    </w:p>
    <w:p w14:paraId="3B0FBFC5" w14:textId="77777777" w:rsidR="0054159E" w:rsidRDefault="0054159E" w:rsidP="00D8203D">
      <w:pPr>
        <w:pStyle w:val="A0-CDText"/>
      </w:pPr>
    </w:p>
    <w:p w14:paraId="64FBB785" w14:textId="35301A73" w:rsidR="00A2634B" w:rsidRDefault="0054159E" w:rsidP="00D8203D">
      <w:pPr>
        <w:pStyle w:val="A0-CDText"/>
      </w:pPr>
      <w:r>
        <w:t xml:space="preserve">Damit das eigene Interface </w:t>
      </w:r>
      <w:r w:rsidR="00006634">
        <w:t xml:space="preserve">großteils dem </w:t>
      </w:r>
      <w:proofErr w:type="spellStart"/>
      <w:r w:rsidR="00006634">
        <w:t>des:der</w:t>
      </w:r>
      <w:proofErr w:type="spellEnd"/>
      <w:r w:rsidR="00006634">
        <w:t xml:space="preserve"> </w:t>
      </w:r>
      <w:proofErr w:type="spellStart"/>
      <w:r w:rsidR="00006634">
        <w:t>Trainer:in</w:t>
      </w:r>
      <w:proofErr w:type="spellEnd"/>
      <w:r w:rsidR="00006634">
        <w:t xml:space="preserve"> gleicht, </w:t>
      </w:r>
      <w:r w:rsidR="00A2634B">
        <w:t xml:space="preserve">sollten Sie für den Kurs </w:t>
      </w:r>
      <w:r w:rsidR="00E31203">
        <w:br/>
      </w:r>
    </w:p>
    <w:p w14:paraId="43E6C25C" w14:textId="0A1FCC85" w:rsidR="0054159E" w:rsidRDefault="00A2634B" w:rsidP="00A2634B">
      <w:pPr>
        <w:pStyle w:val="A0-CDText"/>
        <w:numPr>
          <w:ilvl w:val="0"/>
          <w:numId w:val="12"/>
        </w:numPr>
      </w:pPr>
      <w:r>
        <w:t>das Arbeitsumgebungsprofil „</w:t>
      </w:r>
      <w:r w:rsidRPr="000F1561">
        <w:rPr>
          <w:b/>
          <w:bCs/>
        </w:rPr>
        <w:t>AC27_A-NULL Schulungsprofil</w:t>
      </w:r>
      <w:r>
        <w:t>“ herunterladen und anwenden.</w:t>
      </w:r>
    </w:p>
    <w:p w14:paraId="6D6812F6" w14:textId="4863BC00" w:rsidR="00A2634B" w:rsidRDefault="00AF7A0C" w:rsidP="00A2634B">
      <w:pPr>
        <w:pStyle w:val="A0-CDText"/>
        <w:numPr>
          <w:ilvl w:val="0"/>
          <w:numId w:val="12"/>
        </w:numPr>
      </w:pPr>
      <w:r>
        <w:t xml:space="preserve">die </w:t>
      </w:r>
      <w:r w:rsidR="00E31203" w:rsidRPr="000F1561">
        <w:rPr>
          <w:b/>
          <w:bCs/>
        </w:rPr>
        <w:t>AC27_AUTtoGER-Bibliothek</w:t>
      </w:r>
      <w:r w:rsidR="00E31203">
        <w:t xml:space="preserve"> herunterladen und verknüpfen </w:t>
      </w:r>
      <w:r>
        <w:t>(</w:t>
      </w:r>
      <w:r w:rsidRPr="00E31203">
        <w:rPr>
          <w:u w:val="single"/>
        </w:rPr>
        <w:t>nur für Teilnehmende, die Archicad 27 GER verwenden</w:t>
      </w:r>
      <w:r>
        <w:t>)</w:t>
      </w:r>
    </w:p>
    <w:p w14:paraId="6AD429CF" w14:textId="37E184B4" w:rsidR="00FC5135" w:rsidRDefault="00FC5135" w:rsidP="00D8203D">
      <w:pPr>
        <w:pStyle w:val="A0-CDText"/>
      </w:pPr>
    </w:p>
    <w:p w14:paraId="72AF288A" w14:textId="1C6852F1" w:rsidR="00FC5135" w:rsidRDefault="00FC5135" w:rsidP="00D8203D">
      <w:pPr>
        <w:pStyle w:val="A0-CDText"/>
      </w:pPr>
      <w:r>
        <w:t xml:space="preserve">Das muss in jeder Kursdatei gemacht werden. </w:t>
      </w:r>
    </w:p>
    <w:p w14:paraId="2804EC57" w14:textId="77777777" w:rsidR="00FC5135" w:rsidRDefault="00FC5135" w:rsidP="00D8203D">
      <w:pPr>
        <w:pStyle w:val="A0-CDText"/>
      </w:pPr>
    </w:p>
    <w:p w14:paraId="6A7D7749" w14:textId="77777777" w:rsidR="001A2091" w:rsidRDefault="001A2091">
      <w:pPr>
        <w:spacing w:line="259" w:lineRule="auto"/>
        <w:rPr>
          <w:rFonts w:asciiTheme="majorHAnsi" w:hAnsiTheme="majorHAnsi"/>
          <w:sz w:val="24"/>
          <w:lang w:val="de-DE"/>
        </w:rPr>
      </w:pPr>
      <w:r>
        <w:rPr>
          <w:lang w:val="de-DE"/>
        </w:rPr>
        <w:br w:type="page"/>
      </w:r>
    </w:p>
    <w:p w14:paraId="4A054C54" w14:textId="315D7C7C" w:rsidR="00FC5135" w:rsidRDefault="00FC5135" w:rsidP="00FC5135">
      <w:pPr>
        <w:pStyle w:val="A0-CDberschrift"/>
        <w:rPr>
          <w:lang w:val="de-DE"/>
        </w:rPr>
      </w:pPr>
      <w:r>
        <w:rPr>
          <w:lang w:val="de-DE"/>
        </w:rPr>
        <w:t>Arbeitsumgebungsprofil anwenden</w:t>
      </w:r>
    </w:p>
    <w:p w14:paraId="484E0982" w14:textId="77777777" w:rsidR="00FC5135" w:rsidRDefault="00FC5135" w:rsidP="00FC5135">
      <w:pPr>
        <w:pStyle w:val="A0-CDText"/>
        <w:rPr>
          <w:lang w:val="de-DE"/>
        </w:rPr>
      </w:pPr>
      <w:r>
        <w:rPr>
          <w:lang w:val="de-DE"/>
        </w:rPr>
        <w:t xml:space="preserve">Um das Arbeitsumgebungsprofil anwenden zu können, muss es zuerst importiert werden. Dafür öffnen Sie die </w:t>
      </w:r>
      <w:r w:rsidRPr="0030414A">
        <w:rPr>
          <w:rFonts w:ascii="DIN Offc Medium" w:hAnsi="DIN Offc Medium"/>
          <w:caps/>
          <w:lang w:val="de-DE"/>
        </w:rPr>
        <w:t>Arbeitsumgebung…</w:t>
      </w:r>
      <w:r>
        <w:rPr>
          <w:lang w:val="de-DE"/>
        </w:rPr>
        <w:t xml:space="preserve"> (</w:t>
      </w:r>
      <w:r w:rsidRPr="0030414A">
        <w:rPr>
          <w:rFonts w:ascii="DIN Offc Medium" w:hAnsi="DIN Offc Medium"/>
          <w:i/>
          <w:iCs/>
          <w:lang w:val="de-DE"/>
        </w:rPr>
        <w:t>Optionen &gt; Arbeitsumgebung</w:t>
      </w:r>
      <w:r>
        <w:rPr>
          <w:lang w:val="de-DE"/>
        </w:rPr>
        <w:t xml:space="preserve">). </w:t>
      </w:r>
    </w:p>
    <w:p w14:paraId="74CF95A4" w14:textId="5B3A5A2E" w:rsidR="00FC5135" w:rsidRDefault="00FC5135" w:rsidP="00FC5135">
      <w:pPr>
        <w:pStyle w:val="A0-CDText"/>
        <w:rPr>
          <w:lang w:val="de-DE"/>
        </w:rPr>
      </w:pPr>
      <w:r>
        <w:rPr>
          <w:lang w:val="de-DE"/>
        </w:rPr>
        <w:br/>
        <w:t xml:space="preserve">Sollten Sie ein eigenes Profil verwenden, das noch nicht gespeichert wurde, wäre es von Vorteil es zuerst zu </w:t>
      </w:r>
      <w:r>
        <w:rPr>
          <w:lang w:val="de-DE"/>
        </w:rPr>
        <w:t>sichern</w:t>
      </w:r>
      <w:r>
        <w:rPr>
          <w:lang w:val="de-DE"/>
        </w:rPr>
        <w:t xml:space="preserve">. So können Sie nach dem Kurs wieder auf ihre gewohnte Arbeitsumgebung zurück wechseln. </w:t>
      </w:r>
    </w:p>
    <w:p w14:paraId="2F07A9C0" w14:textId="6E0C2B95" w:rsidR="00FC5135" w:rsidRDefault="00FC5135" w:rsidP="00FC5135">
      <w:pPr>
        <w:pStyle w:val="A0-CDText"/>
        <w:rPr>
          <w:lang w:val="de-DE"/>
        </w:rPr>
      </w:pPr>
      <w:r>
        <w:rPr>
          <w:lang w:val="de-DE"/>
        </w:rPr>
        <w:t xml:space="preserve">Erstellen Sie dafür ein neues Arbeitsumgebungsprofil. </w:t>
      </w:r>
    </w:p>
    <w:p w14:paraId="4EA2B4B2" w14:textId="76E0C1E8" w:rsidR="00FC5135" w:rsidRDefault="00FC5135" w:rsidP="00FC5135">
      <w:pPr>
        <w:pStyle w:val="A0-CDText"/>
        <w:rPr>
          <w:lang w:val="de-DE"/>
        </w:rPr>
      </w:pPr>
      <w:r>
        <w:rPr>
          <w:noProof/>
        </w:rPr>
        <w:drawing>
          <wp:inline distT="0" distB="0" distL="0" distR="0" wp14:anchorId="76D93F50" wp14:editId="43C53352">
            <wp:extent cx="4532243" cy="1175791"/>
            <wp:effectExtent l="0" t="0" r="1905" b="5715"/>
            <wp:docPr id="1163955546" name="Grafik 1" descr="Ein Bild, das Text, Schrift, Zahl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955546" name="Grafik 1" descr="Ein Bild, das Text, Schrift, Zahl, Reihe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50767" cy="1180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0F26">
        <w:rPr>
          <w:lang w:val="de-DE"/>
        </w:rPr>
        <w:br/>
      </w:r>
    </w:p>
    <w:p w14:paraId="5D982B09" w14:textId="44F1A026" w:rsidR="00E60F26" w:rsidRDefault="00FC5135" w:rsidP="00FC5135">
      <w:pPr>
        <w:pStyle w:val="A0-CDText"/>
        <w:rPr>
          <w:lang w:val="de-DE"/>
        </w:rPr>
      </w:pPr>
      <w:r>
        <w:rPr>
          <w:lang w:val="de-DE"/>
        </w:rPr>
        <w:t xml:space="preserve">Beim Erstellen des Profils werden automatisch alle individuellen Schemata mit gleichem Namen abgespeichert. </w:t>
      </w:r>
    </w:p>
    <w:p w14:paraId="52FAF777" w14:textId="1C114531" w:rsidR="00FC5135" w:rsidRPr="00122810" w:rsidRDefault="00FC5135" w:rsidP="00FC5135">
      <w:pPr>
        <w:pStyle w:val="A0-CDText"/>
        <w:rPr>
          <w:lang w:val="de-DE"/>
        </w:rPr>
      </w:pPr>
      <w:r>
        <w:rPr>
          <w:lang w:val="de-DE"/>
        </w:rPr>
        <w:t xml:space="preserve">Nun ist das eigene Profil sicher und das Schulungs-Profil kann importiert werden. Dafür muss bei den gespeicherten Profilen auf die </w:t>
      </w:r>
      <w:r w:rsidRPr="007B58E7">
        <w:rPr>
          <w:u w:val="single"/>
          <w:lang w:val="de-DE"/>
        </w:rPr>
        <w:t>Importieren</w:t>
      </w:r>
      <w:r>
        <w:rPr>
          <w:lang w:val="de-DE"/>
        </w:rPr>
        <w:t xml:space="preserve"> Schaltfläche gedrückt und das passende Profil hineingeladen werden. </w:t>
      </w:r>
    </w:p>
    <w:p w14:paraId="00F4722A" w14:textId="77777777" w:rsidR="00FC5135" w:rsidRDefault="00FC5135" w:rsidP="00FC5135">
      <w:pPr>
        <w:pStyle w:val="A0-CDText"/>
      </w:pPr>
      <w:r>
        <w:rPr>
          <w:noProof/>
        </w:rPr>
        <w:drawing>
          <wp:inline distT="0" distB="0" distL="0" distR="0" wp14:anchorId="5AFCE2D6" wp14:editId="733F1650">
            <wp:extent cx="5321456" cy="2584174"/>
            <wp:effectExtent l="0" t="0" r="0" b="6985"/>
            <wp:docPr id="549218884" name="Grafik 549218884" descr="Ein Bild, das Text, Screenshot, Software, Websei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218884" name="Grafik 549218884" descr="Ein Bild, das Text, Screenshot, Software, Webseite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9696" cy="2597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1D3F3" w14:textId="77777777" w:rsidR="001A2091" w:rsidRDefault="001A2091" w:rsidP="00FC5135">
      <w:pPr>
        <w:pStyle w:val="A0-CDText"/>
      </w:pPr>
    </w:p>
    <w:p w14:paraId="3CCC783F" w14:textId="78CD3389" w:rsidR="00FC5135" w:rsidRDefault="00FC5135" w:rsidP="00FC5135">
      <w:pPr>
        <w:pStyle w:val="A0-CDText"/>
      </w:pPr>
      <w:r>
        <w:t xml:space="preserve">Wenden sie es dann mit Hilfe der passenden Schaltfläche an und verlassen Sie das Fenster mit </w:t>
      </w:r>
      <w:r w:rsidRPr="007B58E7">
        <w:rPr>
          <w:u w:val="single"/>
        </w:rPr>
        <w:t>OK</w:t>
      </w:r>
      <w:r>
        <w:t>.</w:t>
      </w:r>
    </w:p>
    <w:p w14:paraId="2F8A8298" w14:textId="71983F9C" w:rsidR="00D8203D" w:rsidRPr="00D8203D" w:rsidRDefault="00FC5135" w:rsidP="00D8203D">
      <w:pPr>
        <w:pStyle w:val="A0-CDText"/>
      </w:pPr>
      <w:r>
        <w:rPr>
          <w:noProof/>
        </w:rPr>
        <w:drawing>
          <wp:inline distT="0" distB="0" distL="0" distR="0" wp14:anchorId="66761A08" wp14:editId="0049C81F">
            <wp:extent cx="1507490" cy="1929758"/>
            <wp:effectExtent l="0" t="0" r="0" b="0"/>
            <wp:docPr id="1166148980" name="Grafik 1166148980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148980" name="Grafik 1166148980" descr="Ein Bild, das Text, Screenshot, Schrift, Zahl enthält.&#10;&#10;Automatisch generierte Beschreibu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1" b="-1"/>
                    <a:stretch/>
                  </pic:blipFill>
                  <pic:spPr bwMode="auto">
                    <a:xfrm>
                      <a:off x="0" y="0"/>
                      <a:ext cx="1508090" cy="19305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0D1333" w14:textId="7AA79029" w:rsidR="00F85102" w:rsidRPr="00AE263C" w:rsidRDefault="00D8203D" w:rsidP="00F85102">
      <w:pPr>
        <w:pStyle w:val="A0-CDberschrift"/>
      </w:pPr>
      <w:r w:rsidRPr="00AE263C">
        <w:t>Bibliothek Verknüpfen</w:t>
      </w:r>
      <w:r w:rsidR="00AE263C" w:rsidRPr="00AE263C">
        <w:t xml:space="preserve"> (nur für </w:t>
      </w:r>
      <w:proofErr w:type="gramStart"/>
      <w:r w:rsidR="00AE263C" w:rsidRPr="00AE263C">
        <w:t>GER Teilnehmende</w:t>
      </w:r>
      <w:proofErr w:type="gramEnd"/>
      <w:r w:rsidR="00AE263C" w:rsidRPr="00AE263C">
        <w:t>)</w:t>
      </w:r>
    </w:p>
    <w:p w14:paraId="1FA9ACFB" w14:textId="37F07138" w:rsidR="006455D0" w:rsidRDefault="00AD3188" w:rsidP="00AE263C">
      <w:pPr>
        <w:pStyle w:val="A0-CDText"/>
        <w:rPr>
          <w:lang w:val="de-DE"/>
        </w:rPr>
      </w:pPr>
      <w:r>
        <w:rPr>
          <w:lang w:val="de-DE"/>
        </w:rPr>
        <w:t xml:space="preserve">Um auf die </w:t>
      </w:r>
      <w:r w:rsidR="00493C49">
        <w:rPr>
          <w:lang w:val="de-DE"/>
        </w:rPr>
        <w:t xml:space="preserve">unterschiedlichen </w:t>
      </w:r>
      <w:r>
        <w:rPr>
          <w:lang w:val="de-DE"/>
        </w:rPr>
        <w:t xml:space="preserve">Bedürfnisse eingehen zu können, liefert </w:t>
      </w:r>
      <w:proofErr w:type="spellStart"/>
      <w:r>
        <w:rPr>
          <w:lang w:val="de-DE"/>
        </w:rPr>
        <w:t>Graphisoft</w:t>
      </w:r>
      <w:proofErr w:type="spellEnd"/>
      <w:r>
        <w:rPr>
          <w:lang w:val="de-DE"/>
        </w:rPr>
        <w:t xml:space="preserve"> </w:t>
      </w:r>
      <w:r w:rsidR="00EA6C6A">
        <w:rPr>
          <w:lang w:val="de-DE"/>
        </w:rPr>
        <w:t xml:space="preserve">länderspezifische </w:t>
      </w:r>
      <w:r w:rsidR="005F4915">
        <w:rPr>
          <w:lang w:val="de-DE"/>
        </w:rPr>
        <w:t xml:space="preserve">Archicad-Versionen aus. </w:t>
      </w:r>
      <w:r w:rsidR="00C54F78">
        <w:rPr>
          <w:lang w:val="de-DE"/>
        </w:rPr>
        <w:t xml:space="preserve">Dadurch kann es vorkommen, dass es </w:t>
      </w:r>
      <w:r w:rsidR="00EB1BA9">
        <w:rPr>
          <w:lang w:val="de-DE"/>
        </w:rPr>
        <w:t xml:space="preserve">manche </w:t>
      </w:r>
      <w:r w:rsidR="00C54F78">
        <w:rPr>
          <w:lang w:val="de-DE"/>
        </w:rPr>
        <w:t xml:space="preserve">Funktionen nicht </w:t>
      </w:r>
      <w:r w:rsidR="00B82305">
        <w:rPr>
          <w:lang w:val="de-DE"/>
        </w:rPr>
        <w:t>überall gibt</w:t>
      </w:r>
      <w:r w:rsidR="008207E4">
        <w:rPr>
          <w:lang w:val="de-DE"/>
        </w:rPr>
        <w:t xml:space="preserve"> und Bibliothekselemente, Texturen etc. </w:t>
      </w:r>
      <w:r w:rsidR="006E772B">
        <w:rPr>
          <w:lang w:val="de-DE"/>
        </w:rPr>
        <w:t xml:space="preserve">bis Archicad 27 </w:t>
      </w:r>
      <w:r w:rsidR="00EB1BA9">
        <w:rPr>
          <w:lang w:val="de-DE"/>
        </w:rPr>
        <w:t>nur in einzelnen Ländern verfügbar</w:t>
      </w:r>
      <w:r w:rsidR="008207E4">
        <w:rPr>
          <w:lang w:val="de-DE"/>
        </w:rPr>
        <w:t xml:space="preserve"> sind</w:t>
      </w:r>
      <w:r w:rsidR="00B82305">
        <w:rPr>
          <w:lang w:val="de-DE"/>
        </w:rPr>
        <w:t xml:space="preserve">. </w:t>
      </w:r>
      <w:r w:rsidR="001F198D">
        <w:rPr>
          <w:lang w:val="de-DE"/>
        </w:rPr>
        <w:t>Außerdem werden auch die Archicad-Vorlagen länderspezifisch erstellt</w:t>
      </w:r>
      <w:r w:rsidR="00293FED">
        <w:rPr>
          <w:lang w:val="de-DE"/>
        </w:rPr>
        <w:t xml:space="preserve">, was bewirkt, dass Voreinstellungen wie beispielsweise </w:t>
      </w:r>
      <w:r w:rsidR="00CC1A5E">
        <w:rPr>
          <w:lang w:val="de-DE"/>
        </w:rPr>
        <w:t>Attribute, Eigenschaften</w:t>
      </w:r>
      <w:r w:rsidR="00CC1A5E" w:rsidRPr="00CC1A5E">
        <w:rPr>
          <w:lang w:val="de-DE"/>
        </w:rPr>
        <w:t xml:space="preserve"> </w:t>
      </w:r>
      <w:r w:rsidR="00CC1A5E">
        <w:rPr>
          <w:lang w:val="de-DE"/>
        </w:rPr>
        <w:t xml:space="preserve">oder </w:t>
      </w:r>
      <w:r w:rsidR="00F25FE8">
        <w:rPr>
          <w:lang w:val="de-DE"/>
        </w:rPr>
        <w:t xml:space="preserve">die </w:t>
      </w:r>
      <w:r w:rsidR="00CC1A5E">
        <w:rPr>
          <w:lang w:val="de-DE"/>
        </w:rPr>
        <w:t xml:space="preserve">grafische Darstellung abweichen </w:t>
      </w:r>
      <w:r w:rsidR="006B6079">
        <w:rPr>
          <w:lang w:val="de-DE"/>
        </w:rPr>
        <w:t>können</w:t>
      </w:r>
      <w:r w:rsidR="00CC1A5E">
        <w:rPr>
          <w:lang w:val="de-DE"/>
        </w:rPr>
        <w:t xml:space="preserve">. </w:t>
      </w:r>
      <w:r w:rsidR="00B82305">
        <w:rPr>
          <w:lang w:val="de-DE"/>
        </w:rPr>
        <w:t xml:space="preserve">Das betrifft auch Österreich und Deutschland. </w:t>
      </w:r>
      <w:r w:rsidR="00031695">
        <w:rPr>
          <w:lang w:val="de-DE"/>
        </w:rPr>
        <w:br/>
        <w:t>Während dem Kurs</w:t>
      </w:r>
      <w:r w:rsidR="005437D6">
        <w:rPr>
          <w:lang w:val="de-DE"/>
        </w:rPr>
        <w:t xml:space="preserve"> wird auf mögliche Funktion</w:t>
      </w:r>
      <w:r w:rsidR="00031695">
        <w:rPr>
          <w:lang w:val="de-DE"/>
        </w:rPr>
        <w:t xml:space="preserve">s- und Workflow-Unterschiede eingegangen. </w:t>
      </w:r>
      <w:r w:rsidR="00F136AD">
        <w:rPr>
          <w:lang w:val="de-DE"/>
        </w:rPr>
        <w:t>Um</w:t>
      </w:r>
      <w:r w:rsidR="00031695">
        <w:rPr>
          <w:lang w:val="de-DE"/>
        </w:rPr>
        <w:t xml:space="preserve"> aber</w:t>
      </w:r>
      <w:r w:rsidR="00F136AD">
        <w:rPr>
          <w:lang w:val="de-DE"/>
        </w:rPr>
        <w:t xml:space="preserve"> trotz der Unterschiede einen </w:t>
      </w:r>
      <w:r w:rsidR="00225E03">
        <w:rPr>
          <w:lang w:val="de-DE"/>
        </w:rPr>
        <w:t xml:space="preserve">reibungslosen Schulungsablauf gewährleisten zu können, </w:t>
      </w:r>
      <w:r w:rsidR="00C05C1A">
        <w:rPr>
          <w:lang w:val="de-DE"/>
        </w:rPr>
        <w:t>wurde</w:t>
      </w:r>
      <w:r w:rsidR="003F3597">
        <w:rPr>
          <w:lang w:val="de-DE"/>
        </w:rPr>
        <w:t xml:space="preserve"> von A-NULL</w:t>
      </w:r>
      <w:r w:rsidR="00C05C1A">
        <w:rPr>
          <w:lang w:val="de-DE"/>
        </w:rPr>
        <w:t xml:space="preserve"> </w:t>
      </w:r>
      <w:r w:rsidR="003F3597">
        <w:rPr>
          <w:lang w:val="de-DE"/>
        </w:rPr>
        <w:t>ein</w:t>
      </w:r>
      <w:r w:rsidR="00C05C1A">
        <w:rPr>
          <w:lang w:val="de-DE"/>
        </w:rPr>
        <w:t xml:space="preserve"> Paket </w:t>
      </w:r>
      <w:r w:rsidR="006B6079">
        <w:rPr>
          <w:lang w:val="de-DE"/>
        </w:rPr>
        <w:t>zusammengestellt</w:t>
      </w:r>
      <w:r w:rsidR="00E860DB">
        <w:rPr>
          <w:lang w:val="de-DE"/>
        </w:rPr>
        <w:t xml:space="preserve">, das fehlende </w:t>
      </w:r>
      <w:r w:rsidR="006B6079">
        <w:rPr>
          <w:lang w:val="de-DE"/>
        </w:rPr>
        <w:t>Bibliothekselemente</w:t>
      </w:r>
      <w:r w:rsidR="00B0304D">
        <w:rPr>
          <w:lang w:val="de-DE"/>
        </w:rPr>
        <w:t xml:space="preserve"> enthält </w:t>
      </w:r>
    </w:p>
    <w:p w14:paraId="01627CB0" w14:textId="77777777" w:rsidR="00AE263C" w:rsidRDefault="00AE263C" w:rsidP="00DB68BF">
      <w:pPr>
        <w:pStyle w:val="A0-CDText"/>
        <w:rPr>
          <w:lang w:val="de-DE"/>
        </w:rPr>
      </w:pPr>
    </w:p>
    <w:p w14:paraId="6F051756" w14:textId="3265AB1E" w:rsidR="00822178" w:rsidRDefault="00DB68BF" w:rsidP="00DB68BF">
      <w:pPr>
        <w:pStyle w:val="A0-CDText"/>
        <w:rPr>
          <w:lang w:val="de-DE"/>
        </w:rPr>
      </w:pPr>
      <w:r>
        <w:rPr>
          <w:lang w:val="de-DE"/>
        </w:rPr>
        <w:t xml:space="preserve">Um </w:t>
      </w:r>
      <w:r w:rsidR="00122810">
        <w:rPr>
          <w:lang w:val="de-DE"/>
        </w:rPr>
        <w:t xml:space="preserve">die </w:t>
      </w:r>
      <w:r>
        <w:rPr>
          <w:lang w:val="de-DE"/>
        </w:rPr>
        <w:t xml:space="preserve">Bibliothek hinzufügen, öffnen Sie den </w:t>
      </w:r>
      <w:r w:rsidRPr="0030414A">
        <w:rPr>
          <w:rFonts w:ascii="DIN Offc Medium" w:hAnsi="DIN Offc Medium"/>
          <w:caps/>
          <w:lang w:val="de-DE"/>
        </w:rPr>
        <w:t>Bibliothekenmanager</w:t>
      </w:r>
      <w:r>
        <w:rPr>
          <w:lang w:val="de-DE"/>
        </w:rPr>
        <w:t xml:space="preserve"> (</w:t>
      </w:r>
      <w:r w:rsidR="00822178" w:rsidRPr="00822178">
        <w:rPr>
          <w:rFonts w:ascii="DIN Offc Medium" w:hAnsi="DIN Offc Medium"/>
          <w:i/>
          <w:iCs/>
          <w:lang w:val="de-DE"/>
        </w:rPr>
        <w:t>Ablage &gt; Bibliotheken und Objekte</w:t>
      </w:r>
      <w:r w:rsidR="00822178">
        <w:rPr>
          <w:lang w:val="de-DE"/>
        </w:rPr>
        <w:t xml:space="preserve">). </w:t>
      </w:r>
      <w:r w:rsidR="00144F1D">
        <w:rPr>
          <w:lang w:val="de-DE"/>
        </w:rPr>
        <w:t>Nun k</w:t>
      </w:r>
      <w:r w:rsidR="00780DBC">
        <w:rPr>
          <w:lang w:val="de-DE"/>
        </w:rPr>
        <w:t xml:space="preserve">licken Sie auf </w:t>
      </w:r>
      <w:r w:rsidR="00780DBC" w:rsidRPr="009E2690">
        <w:rPr>
          <w:u w:val="single"/>
          <w:lang w:val="de-DE"/>
        </w:rPr>
        <w:t>Hinzufügen</w:t>
      </w:r>
      <w:r w:rsidR="00144F1D">
        <w:rPr>
          <w:lang w:val="de-DE"/>
        </w:rPr>
        <w:t xml:space="preserve"> und </w:t>
      </w:r>
      <w:r w:rsidR="00780DBC">
        <w:rPr>
          <w:lang w:val="de-DE"/>
        </w:rPr>
        <w:t xml:space="preserve">wählen die </w:t>
      </w:r>
      <w:r w:rsidR="00144F1D">
        <w:rPr>
          <w:lang w:val="de-DE"/>
        </w:rPr>
        <w:t>passende *</w:t>
      </w:r>
      <w:r w:rsidR="00F84B01">
        <w:rPr>
          <w:lang w:val="de-DE"/>
        </w:rPr>
        <w:t>.</w:t>
      </w:r>
      <w:proofErr w:type="spellStart"/>
      <w:r w:rsidR="00144F1D">
        <w:rPr>
          <w:lang w:val="de-DE"/>
        </w:rPr>
        <w:t>lcf</w:t>
      </w:r>
      <w:proofErr w:type="spellEnd"/>
      <w:r w:rsidR="00F84B01">
        <w:rPr>
          <w:lang w:val="de-DE"/>
        </w:rPr>
        <w:t>-Datei aus. Durch</w:t>
      </w:r>
      <w:r w:rsidR="009E2690">
        <w:rPr>
          <w:lang w:val="de-DE"/>
        </w:rPr>
        <w:t xml:space="preserve"> einen Klick auf</w:t>
      </w:r>
      <w:r w:rsidR="00F84B01">
        <w:rPr>
          <w:lang w:val="de-DE"/>
        </w:rPr>
        <w:t xml:space="preserve"> </w:t>
      </w:r>
      <w:r w:rsidR="00F84B01" w:rsidRPr="009E2690">
        <w:rPr>
          <w:u w:val="single"/>
          <w:lang w:val="de-DE"/>
        </w:rPr>
        <w:t>Neu laden &amp; Anwenden</w:t>
      </w:r>
      <w:r w:rsidR="00F84B01">
        <w:rPr>
          <w:lang w:val="de-DE"/>
        </w:rPr>
        <w:t xml:space="preserve"> wird der Inhalt der Bibliothek </w:t>
      </w:r>
      <w:r w:rsidR="00644D69">
        <w:rPr>
          <w:lang w:val="de-DE"/>
        </w:rPr>
        <w:t xml:space="preserve">geladen und ist ab jetzt im Projekt verfügbar. </w:t>
      </w:r>
      <w:r w:rsidR="00F84B01">
        <w:rPr>
          <w:lang w:val="de-DE"/>
        </w:rPr>
        <w:br/>
      </w:r>
    </w:p>
    <w:p w14:paraId="77133A39" w14:textId="2796BEBF" w:rsidR="001E2D84" w:rsidRDefault="001E2D84" w:rsidP="00DB68BF">
      <w:pPr>
        <w:pStyle w:val="A0-CDText"/>
        <w:rPr>
          <w:lang w:val="de-DE"/>
        </w:rPr>
      </w:pPr>
      <w:r>
        <w:rPr>
          <w:noProof/>
        </w:rPr>
        <w:lastRenderedPageBreak/>
        <w:drawing>
          <wp:inline distT="0" distB="0" distL="0" distR="0" wp14:anchorId="5D2070C3" wp14:editId="464E9B90">
            <wp:extent cx="3806833" cy="2995495"/>
            <wp:effectExtent l="0" t="0" r="3175" b="0"/>
            <wp:docPr id="574727433" name="Grafik 574727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727433" name="Grafik 57472743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6833" cy="299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9CAFA" w14:textId="77777777" w:rsidR="00822178" w:rsidRPr="00DB68BF" w:rsidRDefault="00822178" w:rsidP="00DB68BF">
      <w:pPr>
        <w:pStyle w:val="A0-CDText"/>
        <w:rPr>
          <w:lang w:val="de-DE"/>
        </w:rPr>
      </w:pPr>
    </w:p>
    <w:sectPr w:rsidR="00822178" w:rsidRPr="00DB68BF" w:rsidSect="00FD6339">
      <w:headerReference w:type="default" r:id="rId15"/>
      <w:footerReference w:type="default" r:id="rId16"/>
      <w:pgSz w:w="11906" w:h="16838"/>
      <w:pgMar w:top="2722" w:right="1021" w:bottom="720" w:left="1021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73EF4" w14:textId="77777777" w:rsidR="0075172C" w:rsidRDefault="0075172C" w:rsidP="00400A7E">
      <w:pPr>
        <w:spacing w:after="0" w:line="240" w:lineRule="auto"/>
      </w:pPr>
      <w:r>
        <w:separator/>
      </w:r>
    </w:p>
    <w:p w14:paraId="157704F0" w14:textId="77777777" w:rsidR="0075172C" w:rsidRDefault="0075172C"/>
  </w:endnote>
  <w:endnote w:type="continuationSeparator" w:id="0">
    <w:p w14:paraId="6B9E1899" w14:textId="77777777" w:rsidR="0075172C" w:rsidRDefault="0075172C" w:rsidP="00400A7E">
      <w:pPr>
        <w:spacing w:after="0" w:line="240" w:lineRule="auto"/>
      </w:pPr>
      <w:r>
        <w:continuationSeparator/>
      </w:r>
    </w:p>
    <w:p w14:paraId="2B228D5C" w14:textId="77777777" w:rsidR="0075172C" w:rsidRDefault="0075172C"/>
  </w:endnote>
  <w:endnote w:type="continuationNotice" w:id="1">
    <w:p w14:paraId="78BD2434" w14:textId="77777777" w:rsidR="0075172C" w:rsidRDefault="007517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 Offc Light">
    <w:panose1 w:val="020B0504020101010102"/>
    <w:charset w:val="00"/>
    <w:family w:val="swiss"/>
    <w:pitch w:val="variable"/>
    <w:sig w:usb0="800000EF" w:usb1="4000A47B" w:usb2="00000000" w:usb3="00000000" w:csb0="00000001" w:csb1="00000000"/>
  </w:font>
  <w:font w:name="DIN Offc Medium">
    <w:altName w:val="Calibri"/>
    <w:panose1 w:val="020B0604020101010102"/>
    <w:charset w:val="00"/>
    <w:family w:val="swiss"/>
    <w:pitch w:val="variable"/>
    <w:sig w:usb0="800000EF" w:usb1="4000A47B" w:usb2="00000000" w:usb3="00000000" w:csb0="00000001" w:csb1="00000000"/>
  </w:font>
  <w:font w:name="DIN Offc">
    <w:altName w:val="Calibri"/>
    <w:panose1 w:val="020B0504020101010102"/>
    <w:charset w:val="00"/>
    <w:family w:val="swiss"/>
    <w:pitch w:val="variable"/>
    <w:sig w:usb0="800000EF" w:usb1="4000A47B" w:usb2="00000000" w:usb3="00000000" w:csb0="00000001" w:csb1="00000000"/>
  </w:font>
  <w:font w:name="KBTMPR+OpenSans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B176B" w14:textId="77777777" w:rsidR="009479FB" w:rsidRPr="00642275" w:rsidRDefault="00320268" w:rsidP="00D934CA">
    <w:pPr>
      <w:pStyle w:val="Fuzeile"/>
      <w:jc w:val="right"/>
      <w:rPr>
        <w:rFonts w:ascii="DIN Offc Light" w:hAnsi="DIN Offc Light"/>
        <w:color w:val="08090E"/>
        <w:sz w:val="14"/>
        <w:szCs w:val="14"/>
      </w:rPr>
    </w:pPr>
    <w:r>
      <w:rPr>
        <w:rFonts w:ascii="DIN Offc Light" w:hAnsi="DIN Offc Light"/>
        <w:color w:val="08090E"/>
        <w:sz w:val="14"/>
        <w:szCs w:val="14"/>
      </w:rPr>
      <w:t xml:space="preserve">    A-NULL</w:t>
    </w:r>
    <w:r w:rsidR="00DB2670">
      <w:rPr>
        <w:rFonts w:ascii="DIN Offc Light" w:hAnsi="DIN Offc Light"/>
        <w:color w:val="08090E"/>
        <w:sz w:val="14"/>
        <w:szCs w:val="14"/>
      </w:rPr>
      <w:t xml:space="preserve"> </w:t>
    </w:r>
    <w:r>
      <w:rPr>
        <w:rFonts w:ascii="DIN Offc Light" w:hAnsi="DIN Offc Light"/>
        <w:color w:val="08090E"/>
        <w:sz w:val="14"/>
        <w:szCs w:val="14"/>
      </w:rPr>
      <w:t xml:space="preserve">| </w:t>
    </w:r>
    <w:r w:rsidR="00D934CA">
      <w:rPr>
        <w:rFonts w:ascii="DIN Offc Light" w:hAnsi="DIN Offc Light"/>
        <w:color w:val="08090E"/>
        <w:sz w:val="14"/>
        <w:szCs w:val="14"/>
      </w:rPr>
      <w:t xml:space="preserve"> </w:t>
    </w:r>
    <w:r w:rsidR="00D934CA" w:rsidRPr="00D934CA">
      <w:rPr>
        <w:rFonts w:ascii="DIN Offc Light" w:hAnsi="DIN Offc Light"/>
        <w:color w:val="08090E"/>
        <w:sz w:val="14"/>
        <w:szCs w:val="14"/>
      </w:rPr>
      <w:fldChar w:fldCharType="begin"/>
    </w:r>
    <w:r w:rsidR="00D934CA" w:rsidRPr="00D934CA">
      <w:rPr>
        <w:rFonts w:ascii="DIN Offc Light" w:hAnsi="DIN Offc Light"/>
        <w:color w:val="08090E"/>
        <w:sz w:val="14"/>
        <w:szCs w:val="14"/>
      </w:rPr>
      <w:instrText>PAGE   \* MERGEFORMAT</w:instrText>
    </w:r>
    <w:r w:rsidR="00D934CA" w:rsidRPr="00D934CA">
      <w:rPr>
        <w:rFonts w:ascii="DIN Offc Light" w:hAnsi="DIN Offc Light"/>
        <w:color w:val="08090E"/>
        <w:sz w:val="14"/>
        <w:szCs w:val="14"/>
      </w:rPr>
      <w:fldChar w:fldCharType="separate"/>
    </w:r>
    <w:r w:rsidR="00D934CA" w:rsidRPr="00D934CA">
      <w:rPr>
        <w:rFonts w:ascii="DIN Offc Light" w:hAnsi="DIN Offc Light"/>
        <w:color w:val="08090E"/>
        <w:sz w:val="14"/>
        <w:szCs w:val="14"/>
        <w:lang w:val="de-DE"/>
      </w:rPr>
      <w:t>1</w:t>
    </w:r>
    <w:r w:rsidR="00D934CA" w:rsidRPr="00D934CA">
      <w:rPr>
        <w:rFonts w:ascii="DIN Offc Light" w:hAnsi="DIN Offc Light"/>
        <w:color w:val="08090E"/>
        <w:sz w:val="14"/>
        <w:szCs w:val="14"/>
      </w:rPr>
      <w:fldChar w:fldCharType="end"/>
    </w:r>
    <w:r w:rsidR="00D934CA">
      <w:rPr>
        <w:rFonts w:ascii="DIN Offc Light" w:hAnsi="DIN Offc Light"/>
        <w:color w:val="08090E"/>
        <w:sz w:val="14"/>
        <w:szCs w:val="14"/>
      </w:rPr>
      <w:t xml:space="preserve"> von </w:t>
    </w:r>
    <w:r w:rsidR="00071AE5">
      <w:rPr>
        <w:rFonts w:ascii="DIN Offc Light" w:hAnsi="DIN Offc Light"/>
        <w:color w:val="08090E"/>
        <w:sz w:val="14"/>
        <w:szCs w:val="14"/>
      </w:rPr>
      <w:fldChar w:fldCharType="begin"/>
    </w:r>
    <w:r w:rsidR="00071AE5">
      <w:rPr>
        <w:rFonts w:ascii="DIN Offc Light" w:hAnsi="DIN Offc Light"/>
        <w:color w:val="08090E"/>
        <w:sz w:val="14"/>
        <w:szCs w:val="14"/>
      </w:rPr>
      <w:instrText xml:space="preserve"> NUMPAGES  \* Arabic  \* MERGEFORMAT </w:instrText>
    </w:r>
    <w:r w:rsidR="00071AE5">
      <w:rPr>
        <w:rFonts w:ascii="DIN Offc Light" w:hAnsi="DIN Offc Light"/>
        <w:color w:val="08090E"/>
        <w:sz w:val="14"/>
        <w:szCs w:val="14"/>
      </w:rPr>
      <w:fldChar w:fldCharType="separate"/>
    </w:r>
    <w:r w:rsidR="00071AE5">
      <w:rPr>
        <w:rFonts w:ascii="DIN Offc Light" w:hAnsi="DIN Offc Light"/>
        <w:noProof/>
        <w:color w:val="08090E"/>
        <w:sz w:val="14"/>
        <w:szCs w:val="14"/>
      </w:rPr>
      <w:t>3</w:t>
    </w:r>
    <w:r w:rsidR="00071AE5">
      <w:rPr>
        <w:rFonts w:ascii="DIN Offc Light" w:hAnsi="DIN Offc Light"/>
        <w:color w:val="08090E"/>
        <w:sz w:val="14"/>
        <w:szCs w:val="14"/>
      </w:rPr>
      <w:fldChar w:fldCharType="end"/>
    </w:r>
  </w:p>
  <w:p w14:paraId="6ACE492C" w14:textId="77777777" w:rsidR="00D934CA" w:rsidRDefault="00D934CA" w:rsidP="00D934CA">
    <w:pPr>
      <w:pStyle w:val="Fuzeile"/>
      <w:rPr>
        <w:rFonts w:ascii="DIN Offc Light" w:hAnsi="DIN Offc Light"/>
        <w:color w:val="08090E"/>
        <w:sz w:val="14"/>
        <w:szCs w:val="14"/>
      </w:rPr>
    </w:pPr>
  </w:p>
  <w:p w14:paraId="06DA0D02" w14:textId="77777777" w:rsidR="00853FD1" w:rsidRDefault="00400A7E" w:rsidP="00853FD1">
    <w:pPr>
      <w:pStyle w:val="Fuzeile"/>
      <w:ind w:left="-113" w:right="-113"/>
      <w:jc w:val="center"/>
      <w:rPr>
        <w:rFonts w:ascii="DIN Offc Light" w:hAnsi="DIN Offc Light"/>
        <w:color w:val="08090E"/>
        <w:sz w:val="16"/>
        <w:szCs w:val="16"/>
      </w:rPr>
    </w:pPr>
    <w:r w:rsidRPr="00853FD1">
      <w:rPr>
        <w:rFonts w:ascii="DIN Offc Light" w:hAnsi="DIN Offc Light"/>
        <w:color w:val="08090E"/>
        <w:sz w:val="16"/>
        <w:szCs w:val="16"/>
      </w:rPr>
      <w:t>A-NULL Bausoftware GmbH . Bloch-Bauer-Promenade 23 . 1</w:t>
    </w:r>
    <w:r w:rsidR="00007225">
      <w:rPr>
        <w:rFonts w:ascii="DIN Offc Light" w:hAnsi="DIN Offc Light"/>
        <w:color w:val="08090E"/>
        <w:sz w:val="16"/>
        <w:szCs w:val="16"/>
      </w:rPr>
      <w:t>100</w:t>
    </w:r>
    <w:r w:rsidRPr="00853FD1">
      <w:rPr>
        <w:rFonts w:ascii="DIN Offc Light" w:hAnsi="DIN Offc Light"/>
        <w:color w:val="08090E"/>
        <w:sz w:val="16"/>
        <w:szCs w:val="16"/>
      </w:rPr>
      <w:t xml:space="preserve"> Wien . info</w:t>
    </w:r>
    <w:r w:rsidRPr="00853FD1">
      <w:rPr>
        <w:rFonts w:ascii="DIN Offc Light" w:hAnsi="DIN Offc Light" w:cs="KBTMPR+OpenSans-Light"/>
        <w:color w:val="08090E"/>
        <w:sz w:val="16"/>
        <w:szCs w:val="16"/>
      </w:rPr>
      <w:t>@</w:t>
    </w:r>
    <w:r w:rsidRPr="00853FD1">
      <w:rPr>
        <w:rFonts w:ascii="DIN Offc Light" w:hAnsi="DIN Offc Light"/>
        <w:color w:val="08090E"/>
        <w:sz w:val="16"/>
        <w:szCs w:val="16"/>
      </w:rPr>
      <w:t>a-null.com . www.a-null.com  T +43 1 586 86 10</w:t>
    </w:r>
    <w:r w:rsidR="00853FD1">
      <w:rPr>
        <w:rFonts w:ascii="DIN Offc Light" w:hAnsi="DIN Offc Light"/>
        <w:color w:val="08090E"/>
        <w:sz w:val="16"/>
        <w:szCs w:val="16"/>
      </w:rPr>
      <w:t>.</w:t>
    </w:r>
  </w:p>
  <w:p w14:paraId="7631A81E" w14:textId="77777777" w:rsidR="00AB28CB" w:rsidRDefault="00400A7E" w:rsidP="00766D67">
    <w:pPr>
      <w:pStyle w:val="Fuzeile"/>
      <w:ind w:left="-113" w:right="-113"/>
      <w:jc w:val="center"/>
    </w:pPr>
    <w:r w:rsidRPr="00853FD1">
      <w:rPr>
        <w:rFonts w:ascii="DIN Offc Light" w:hAnsi="DIN Offc Light"/>
        <w:color w:val="08090E"/>
        <w:sz w:val="16"/>
        <w:szCs w:val="16"/>
      </w:rPr>
      <w:t xml:space="preserve">GF: Alfred Hagenauer . Firmenbuchnummer: 308477v . UID: ATU64101402 . Oberbank AG . BIC: OBKLAT2L . IBAN: AT81 1515 1042 0105 </w:t>
    </w:r>
    <w:r w:rsidR="00853FD1">
      <w:rPr>
        <w:rFonts w:ascii="DIN Offc Light" w:hAnsi="DIN Offc Light"/>
        <w:color w:val="08090E"/>
        <w:sz w:val="16"/>
        <w:szCs w:val="16"/>
      </w:rPr>
      <w:t>0</w:t>
    </w:r>
    <w:r w:rsidRPr="00853FD1">
      <w:rPr>
        <w:rFonts w:ascii="DIN Offc Light" w:hAnsi="DIN Offc Light"/>
        <w:color w:val="08090E"/>
        <w:sz w:val="16"/>
        <w:szCs w:val="16"/>
      </w:rPr>
      <w:t>632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FB841" w14:textId="77777777" w:rsidR="0075172C" w:rsidRDefault="0075172C" w:rsidP="00400A7E">
      <w:pPr>
        <w:spacing w:after="0" w:line="240" w:lineRule="auto"/>
      </w:pPr>
      <w:r>
        <w:separator/>
      </w:r>
    </w:p>
    <w:p w14:paraId="7CAC5081" w14:textId="77777777" w:rsidR="0075172C" w:rsidRDefault="0075172C"/>
  </w:footnote>
  <w:footnote w:type="continuationSeparator" w:id="0">
    <w:p w14:paraId="0B73DE30" w14:textId="77777777" w:rsidR="0075172C" w:rsidRDefault="0075172C" w:rsidP="00400A7E">
      <w:pPr>
        <w:spacing w:after="0" w:line="240" w:lineRule="auto"/>
      </w:pPr>
      <w:r>
        <w:continuationSeparator/>
      </w:r>
    </w:p>
    <w:p w14:paraId="771F8511" w14:textId="77777777" w:rsidR="0075172C" w:rsidRDefault="0075172C"/>
  </w:footnote>
  <w:footnote w:type="continuationNotice" w:id="1">
    <w:p w14:paraId="44491D21" w14:textId="77777777" w:rsidR="0075172C" w:rsidRDefault="007517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DF1F3" w14:textId="03B93520" w:rsidR="001044D3" w:rsidRPr="00122DEE" w:rsidRDefault="00B37B12" w:rsidP="00A43AFF">
    <w:pPr>
      <w:pStyle w:val="Kopfzeile"/>
      <w:tabs>
        <w:tab w:val="center" w:pos="3402"/>
        <w:tab w:val="left" w:leader="dot" w:pos="9072"/>
      </w:tabs>
      <w:ind w:left="2155" w:right="2155"/>
      <w:rPr>
        <w:rFonts w:ascii="DIN Offc Medium" w:hAnsi="DIN Offc Medium"/>
        <w:noProof/>
        <w:sz w:val="44"/>
        <w:szCs w:val="44"/>
        <w:lang w:val="de-DE"/>
      </w:rPr>
    </w:pPr>
    <w:r>
      <w:rPr>
        <w:rFonts w:ascii="DIN Offc Medium" w:hAnsi="DIN Offc Medium"/>
        <w:caps/>
        <w:noProof/>
        <w:sz w:val="44"/>
        <w:szCs w:val="44"/>
      </w:rPr>
      <w:drawing>
        <wp:anchor distT="0" distB="0" distL="114300" distR="114300" simplePos="0" relativeHeight="251661312" behindDoc="1" locked="0" layoutInCell="1" allowOverlap="1" wp14:anchorId="0901EE18" wp14:editId="2A17D467">
          <wp:simplePos x="0" y="0"/>
          <wp:positionH relativeFrom="page">
            <wp:align>left</wp:align>
          </wp:positionH>
          <wp:positionV relativeFrom="paragraph">
            <wp:posOffset>-346364</wp:posOffset>
          </wp:positionV>
          <wp:extent cx="1969012" cy="1082042"/>
          <wp:effectExtent l="0" t="0" r="0" b="381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a-null_briefpapier_FINALl_l_S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9012" cy="10820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DIN Offc Light" w:hAnsi="DIN Offc Light"/>
        <w:caps/>
        <w:noProof/>
        <w:color w:val="000000" w:themeColor="text1"/>
        <w:sz w:val="26"/>
        <w:szCs w:val="44"/>
      </w:rPr>
      <w:drawing>
        <wp:anchor distT="0" distB="0" distL="114300" distR="114300" simplePos="0" relativeHeight="251659264" behindDoc="1" locked="0" layoutInCell="1" allowOverlap="1" wp14:anchorId="6F3C4A68" wp14:editId="76FF738F">
          <wp:simplePos x="0" y="0"/>
          <wp:positionH relativeFrom="column">
            <wp:posOffset>4996505</wp:posOffset>
          </wp:positionH>
          <wp:positionV relativeFrom="paragraph">
            <wp:posOffset>-353291</wp:posOffset>
          </wp:positionV>
          <wp:extent cx="1889764" cy="1072898"/>
          <wp:effectExtent l="0" t="0" r="0" b="0"/>
          <wp:wrapNone/>
          <wp:docPr id="5" name="Grafik 5" descr="Ein Bild, das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-null_briefpapier_FINALl_r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9764" cy="10728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0302">
      <w:rPr>
        <w:rStyle w:val="A0-CDSeitenberschriftkleinZchn"/>
      </w:rPr>
      <w:t>Anleitung</w:t>
    </w:r>
    <w:r w:rsidR="00774790">
      <w:rPr>
        <w:rStyle w:val="A0-CDSeitenberschriftkleinZchn"/>
      </w:rPr>
      <w:t xml:space="preserve"> für schulungen mit</w:t>
    </w:r>
    <w:r w:rsidR="00CC3EA2">
      <w:rPr>
        <w:rFonts w:ascii="DIN Offc Light" w:hAnsi="DIN Offc Light"/>
        <w:sz w:val="26"/>
        <w:szCs w:val="26"/>
      </w:rPr>
      <w:ptab w:relativeTo="margin" w:alignment="left" w:leader="dot"/>
    </w:r>
    <w:r w:rsidR="003C3971" w:rsidRPr="00F92CEB">
      <w:rPr>
        <w:rFonts w:ascii="DIN Offc Medium" w:hAnsi="DIN Offc Medium"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410137D9" wp14:editId="66C86642">
              <wp:simplePos x="0" y="0"/>
              <wp:positionH relativeFrom="margin">
                <wp:posOffset>-645160</wp:posOffset>
              </wp:positionH>
              <wp:positionV relativeFrom="page">
                <wp:posOffset>1450975</wp:posOffset>
              </wp:positionV>
              <wp:extent cx="7560000" cy="0"/>
              <wp:effectExtent l="0" t="0" r="0" b="0"/>
              <wp:wrapNone/>
              <wp:docPr id="10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4EF43C" id="Gerader Verbinder 10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-50.8pt,114.25pt" to="544.5pt,1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" strokecolor="black [3213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3C3971" w:rsidRPr="00F92CEB">
      <w:rPr>
        <w:rFonts w:ascii="DIN Offc Medium" w:hAnsi="DIN Offc Medium"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55168" behindDoc="0" locked="1" layoutInCell="1" allowOverlap="1" wp14:anchorId="3107D76E" wp14:editId="14E06E8E">
              <wp:simplePos x="0" y="0"/>
              <wp:positionH relativeFrom="page">
                <wp:align>right</wp:align>
              </wp:positionH>
              <wp:positionV relativeFrom="page">
                <wp:posOffset>376555</wp:posOffset>
              </wp:positionV>
              <wp:extent cx="7559675" cy="0"/>
              <wp:effectExtent l="0" t="0" r="0" b="0"/>
              <wp:wrapNone/>
              <wp:docPr id="8" name="Gerader Verbinde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738798" id="Gerader Verbinder 8" o:spid="_x0000_s1026" style="position:absolute;z-index:25165516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page;mso-width-percent:0;mso-width-relative:margin" from="544.05pt,29.65pt" to="1139.3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F92CEB">
      <w:rPr>
        <w:rFonts w:ascii="DIN Offc Medium" w:hAnsi="DIN Offc Medium"/>
        <w:noProof/>
        <w:sz w:val="44"/>
        <w:szCs w:val="44"/>
      </w:rPr>
      <w:ptab w:relativeTo="indent" w:alignment="left" w:leader="dot"/>
    </w:r>
    <w:r w:rsidR="00774790">
      <w:rPr>
        <w:rFonts w:ascii="DIN Offc Medium" w:hAnsi="DIN Offc Medium"/>
        <w:noProof/>
        <w:sz w:val="44"/>
        <w:szCs w:val="44"/>
      </w:rPr>
      <w:t xml:space="preserve">ARCHICAD </w:t>
    </w:r>
    <w:r w:rsidR="007E588F">
      <w:rPr>
        <w:rFonts w:ascii="DIN Offc Medium" w:hAnsi="DIN Offc Medium"/>
        <w:noProof/>
        <w:sz w:val="44"/>
        <w:szCs w:val="44"/>
      </w:rPr>
      <w:t>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437E5"/>
    <w:multiLevelType w:val="hybridMultilevel"/>
    <w:tmpl w:val="2E1C629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C73C0"/>
    <w:multiLevelType w:val="hybridMultilevel"/>
    <w:tmpl w:val="BDDC466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45FA9"/>
    <w:multiLevelType w:val="hybridMultilevel"/>
    <w:tmpl w:val="3B00CAF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4201E"/>
    <w:multiLevelType w:val="hybridMultilevel"/>
    <w:tmpl w:val="C5B07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52285"/>
    <w:multiLevelType w:val="hybridMultilevel"/>
    <w:tmpl w:val="DEA28116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81607"/>
    <w:multiLevelType w:val="hybridMultilevel"/>
    <w:tmpl w:val="E7F0A41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1513A"/>
    <w:multiLevelType w:val="hybridMultilevel"/>
    <w:tmpl w:val="BD26F95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A50CD"/>
    <w:multiLevelType w:val="hybridMultilevel"/>
    <w:tmpl w:val="FF786AF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53EF8"/>
    <w:multiLevelType w:val="hybridMultilevel"/>
    <w:tmpl w:val="E8849E2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31D6C"/>
    <w:multiLevelType w:val="hybridMultilevel"/>
    <w:tmpl w:val="E730CF6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D12383"/>
    <w:multiLevelType w:val="hybridMultilevel"/>
    <w:tmpl w:val="AD8AFA5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D3439"/>
    <w:multiLevelType w:val="hybridMultilevel"/>
    <w:tmpl w:val="4A44A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795667">
    <w:abstractNumId w:val="5"/>
  </w:num>
  <w:num w:numId="2" w16cid:durableId="996112891">
    <w:abstractNumId w:val="8"/>
  </w:num>
  <w:num w:numId="3" w16cid:durableId="1369910952">
    <w:abstractNumId w:val="9"/>
  </w:num>
  <w:num w:numId="4" w16cid:durableId="858852140">
    <w:abstractNumId w:val="4"/>
  </w:num>
  <w:num w:numId="5" w16cid:durableId="1745420648">
    <w:abstractNumId w:val="0"/>
  </w:num>
  <w:num w:numId="6" w16cid:durableId="56362801">
    <w:abstractNumId w:val="7"/>
  </w:num>
  <w:num w:numId="7" w16cid:durableId="294257339">
    <w:abstractNumId w:val="11"/>
  </w:num>
  <w:num w:numId="8" w16cid:durableId="1784418076">
    <w:abstractNumId w:val="1"/>
  </w:num>
  <w:num w:numId="9" w16cid:durableId="1189949994">
    <w:abstractNumId w:val="3"/>
  </w:num>
  <w:num w:numId="10" w16cid:durableId="1025012871">
    <w:abstractNumId w:val="6"/>
  </w:num>
  <w:num w:numId="11" w16cid:durableId="1541280152">
    <w:abstractNumId w:val="2"/>
  </w:num>
  <w:num w:numId="12" w16cid:durableId="20824827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88"/>
    <w:rsid w:val="00002295"/>
    <w:rsid w:val="000053D6"/>
    <w:rsid w:val="00006634"/>
    <w:rsid w:val="00007225"/>
    <w:rsid w:val="00031695"/>
    <w:rsid w:val="00046256"/>
    <w:rsid w:val="00051489"/>
    <w:rsid w:val="00070FA4"/>
    <w:rsid w:val="00071AE5"/>
    <w:rsid w:val="00080302"/>
    <w:rsid w:val="00081640"/>
    <w:rsid w:val="00091FEF"/>
    <w:rsid w:val="00092498"/>
    <w:rsid w:val="00096CCC"/>
    <w:rsid w:val="000B2DF5"/>
    <w:rsid w:val="000C066F"/>
    <w:rsid w:val="000D4F15"/>
    <w:rsid w:val="000E6FD0"/>
    <w:rsid w:val="000F1561"/>
    <w:rsid w:val="0010426F"/>
    <w:rsid w:val="001044D3"/>
    <w:rsid w:val="00104F00"/>
    <w:rsid w:val="00110597"/>
    <w:rsid w:val="001151E8"/>
    <w:rsid w:val="00122810"/>
    <w:rsid w:val="00122DEE"/>
    <w:rsid w:val="00144F1D"/>
    <w:rsid w:val="00153DF3"/>
    <w:rsid w:val="001608E1"/>
    <w:rsid w:val="00186FF2"/>
    <w:rsid w:val="001874B7"/>
    <w:rsid w:val="00194508"/>
    <w:rsid w:val="001965F1"/>
    <w:rsid w:val="00197D74"/>
    <w:rsid w:val="001A2091"/>
    <w:rsid w:val="001B0E5B"/>
    <w:rsid w:val="001C16FE"/>
    <w:rsid w:val="001E2D84"/>
    <w:rsid w:val="001F0006"/>
    <w:rsid w:val="001F198D"/>
    <w:rsid w:val="001F2EEE"/>
    <w:rsid w:val="00202A63"/>
    <w:rsid w:val="0021109A"/>
    <w:rsid w:val="00224701"/>
    <w:rsid w:val="00225E03"/>
    <w:rsid w:val="002324E2"/>
    <w:rsid w:val="002362D4"/>
    <w:rsid w:val="00255F40"/>
    <w:rsid w:val="00264DF7"/>
    <w:rsid w:val="00265C6C"/>
    <w:rsid w:val="0027507D"/>
    <w:rsid w:val="002901C8"/>
    <w:rsid w:val="00293FED"/>
    <w:rsid w:val="002963E1"/>
    <w:rsid w:val="002A3B5D"/>
    <w:rsid w:val="002A6F8F"/>
    <w:rsid w:val="002B0879"/>
    <w:rsid w:val="002B26C8"/>
    <w:rsid w:val="002B5DDC"/>
    <w:rsid w:val="002B751D"/>
    <w:rsid w:val="002D2CE5"/>
    <w:rsid w:val="002D569A"/>
    <w:rsid w:val="002D617C"/>
    <w:rsid w:val="002D6549"/>
    <w:rsid w:val="002E5616"/>
    <w:rsid w:val="002F2515"/>
    <w:rsid w:val="0030414A"/>
    <w:rsid w:val="00310C91"/>
    <w:rsid w:val="003120F6"/>
    <w:rsid w:val="00320268"/>
    <w:rsid w:val="0032108C"/>
    <w:rsid w:val="00332368"/>
    <w:rsid w:val="00346D90"/>
    <w:rsid w:val="003568DE"/>
    <w:rsid w:val="003627A2"/>
    <w:rsid w:val="00367AA7"/>
    <w:rsid w:val="003A2CFA"/>
    <w:rsid w:val="003B339E"/>
    <w:rsid w:val="003C3971"/>
    <w:rsid w:val="003D121E"/>
    <w:rsid w:val="003F2A5A"/>
    <w:rsid w:val="003F3597"/>
    <w:rsid w:val="003F4F26"/>
    <w:rsid w:val="004008DC"/>
    <w:rsid w:val="00400A7E"/>
    <w:rsid w:val="004068A6"/>
    <w:rsid w:val="00423E88"/>
    <w:rsid w:val="004266F3"/>
    <w:rsid w:val="00435476"/>
    <w:rsid w:val="004440A6"/>
    <w:rsid w:val="00462479"/>
    <w:rsid w:val="004910E5"/>
    <w:rsid w:val="00493C49"/>
    <w:rsid w:val="00493DDA"/>
    <w:rsid w:val="0049781C"/>
    <w:rsid w:val="004A5039"/>
    <w:rsid w:val="004B4C32"/>
    <w:rsid w:val="004E5406"/>
    <w:rsid w:val="00516523"/>
    <w:rsid w:val="0054159E"/>
    <w:rsid w:val="005437D6"/>
    <w:rsid w:val="0054696F"/>
    <w:rsid w:val="00553F4B"/>
    <w:rsid w:val="00563980"/>
    <w:rsid w:val="00567D0F"/>
    <w:rsid w:val="00570F60"/>
    <w:rsid w:val="00577859"/>
    <w:rsid w:val="005B783A"/>
    <w:rsid w:val="005D21CA"/>
    <w:rsid w:val="005F33AE"/>
    <w:rsid w:val="005F4915"/>
    <w:rsid w:val="00600383"/>
    <w:rsid w:val="00605B0B"/>
    <w:rsid w:val="006127C3"/>
    <w:rsid w:val="00620481"/>
    <w:rsid w:val="00631AE7"/>
    <w:rsid w:val="00642275"/>
    <w:rsid w:val="00643FA5"/>
    <w:rsid w:val="00644D69"/>
    <w:rsid w:val="006455D0"/>
    <w:rsid w:val="00646684"/>
    <w:rsid w:val="00647AD1"/>
    <w:rsid w:val="00655FAF"/>
    <w:rsid w:val="0066151A"/>
    <w:rsid w:val="00667947"/>
    <w:rsid w:val="00677FB6"/>
    <w:rsid w:val="006823B6"/>
    <w:rsid w:val="006827C1"/>
    <w:rsid w:val="00687E38"/>
    <w:rsid w:val="00693090"/>
    <w:rsid w:val="006A5DE9"/>
    <w:rsid w:val="006B1CDF"/>
    <w:rsid w:val="006B6079"/>
    <w:rsid w:val="006C53C6"/>
    <w:rsid w:val="006E772B"/>
    <w:rsid w:val="00701A9B"/>
    <w:rsid w:val="007061B1"/>
    <w:rsid w:val="00717E1A"/>
    <w:rsid w:val="00726719"/>
    <w:rsid w:val="00731B75"/>
    <w:rsid w:val="007374E5"/>
    <w:rsid w:val="007472F9"/>
    <w:rsid w:val="0075172C"/>
    <w:rsid w:val="00766B66"/>
    <w:rsid w:val="00766D67"/>
    <w:rsid w:val="00774790"/>
    <w:rsid w:val="00780DBC"/>
    <w:rsid w:val="00797423"/>
    <w:rsid w:val="007A39D2"/>
    <w:rsid w:val="007A6786"/>
    <w:rsid w:val="007B0C4B"/>
    <w:rsid w:val="007B2D00"/>
    <w:rsid w:val="007B58E7"/>
    <w:rsid w:val="007B5C20"/>
    <w:rsid w:val="007D279B"/>
    <w:rsid w:val="007D6A50"/>
    <w:rsid w:val="007E25B0"/>
    <w:rsid w:val="007E3DF2"/>
    <w:rsid w:val="007E588F"/>
    <w:rsid w:val="007F1FB1"/>
    <w:rsid w:val="007F6C5B"/>
    <w:rsid w:val="008032DA"/>
    <w:rsid w:val="00807A74"/>
    <w:rsid w:val="008116E5"/>
    <w:rsid w:val="008207E4"/>
    <w:rsid w:val="00821EEC"/>
    <w:rsid w:val="00822178"/>
    <w:rsid w:val="00833630"/>
    <w:rsid w:val="00851547"/>
    <w:rsid w:val="00853FD1"/>
    <w:rsid w:val="00855E9A"/>
    <w:rsid w:val="00867DDE"/>
    <w:rsid w:val="00872E08"/>
    <w:rsid w:val="008B0723"/>
    <w:rsid w:val="008C0011"/>
    <w:rsid w:val="008D3BD8"/>
    <w:rsid w:val="008D71CC"/>
    <w:rsid w:val="008E245B"/>
    <w:rsid w:val="00910342"/>
    <w:rsid w:val="009170FB"/>
    <w:rsid w:val="00923691"/>
    <w:rsid w:val="00932BCC"/>
    <w:rsid w:val="009479FB"/>
    <w:rsid w:val="00953794"/>
    <w:rsid w:val="00954BF4"/>
    <w:rsid w:val="009D7506"/>
    <w:rsid w:val="009E2690"/>
    <w:rsid w:val="009F2BE8"/>
    <w:rsid w:val="009F5A77"/>
    <w:rsid w:val="00A01F32"/>
    <w:rsid w:val="00A14C79"/>
    <w:rsid w:val="00A14E61"/>
    <w:rsid w:val="00A15825"/>
    <w:rsid w:val="00A23CCC"/>
    <w:rsid w:val="00A2634B"/>
    <w:rsid w:val="00A27E32"/>
    <w:rsid w:val="00A41E53"/>
    <w:rsid w:val="00A43AFF"/>
    <w:rsid w:val="00A5650C"/>
    <w:rsid w:val="00A71B16"/>
    <w:rsid w:val="00A87923"/>
    <w:rsid w:val="00AB28CB"/>
    <w:rsid w:val="00AB7EF2"/>
    <w:rsid w:val="00AC0294"/>
    <w:rsid w:val="00AC3E25"/>
    <w:rsid w:val="00AD3188"/>
    <w:rsid w:val="00AE263C"/>
    <w:rsid w:val="00AF7A0C"/>
    <w:rsid w:val="00B0304D"/>
    <w:rsid w:val="00B10735"/>
    <w:rsid w:val="00B14348"/>
    <w:rsid w:val="00B15935"/>
    <w:rsid w:val="00B22CD0"/>
    <w:rsid w:val="00B2516B"/>
    <w:rsid w:val="00B37B12"/>
    <w:rsid w:val="00B62DD5"/>
    <w:rsid w:val="00B82305"/>
    <w:rsid w:val="00B9302F"/>
    <w:rsid w:val="00BA2742"/>
    <w:rsid w:val="00BA3284"/>
    <w:rsid w:val="00BA7FE1"/>
    <w:rsid w:val="00BC065C"/>
    <w:rsid w:val="00BD7097"/>
    <w:rsid w:val="00BE1ABC"/>
    <w:rsid w:val="00BF0247"/>
    <w:rsid w:val="00BF18E6"/>
    <w:rsid w:val="00BF229B"/>
    <w:rsid w:val="00BF7841"/>
    <w:rsid w:val="00C05C1A"/>
    <w:rsid w:val="00C27F24"/>
    <w:rsid w:val="00C310C7"/>
    <w:rsid w:val="00C33DA5"/>
    <w:rsid w:val="00C4276D"/>
    <w:rsid w:val="00C44F38"/>
    <w:rsid w:val="00C453A6"/>
    <w:rsid w:val="00C54F78"/>
    <w:rsid w:val="00C71AB6"/>
    <w:rsid w:val="00C80793"/>
    <w:rsid w:val="00C861D1"/>
    <w:rsid w:val="00C97074"/>
    <w:rsid w:val="00CA5683"/>
    <w:rsid w:val="00CC1A5E"/>
    <w:rsid w:val="00CC2A5B"/>
    <w:rsid w:val="00CC3EA2"/>
    <w:rsid w:val="00CC6B4C"/>
    <w:rsid w:val="00CD37EE"/>
    <w:rsid w:val="00CE16A4"/>
    <w:rsid w:val="00CE4210"/>
    <w:rsid w:val="00CE739A"/>
    <w:rsid w:val="00D069E3"/>
    <w:rsid w:val="00D147F1"/>
    <w:rsid w:val="00D1652F"/>
    <w:rsid w:val="00D21212"/>
    <w:rsid w:val="00D34688"/>
    <w:rsid w:val="00D52835"/>
    <w:rsid w:val="00D533C0"/>
    <w:rsid w:val="00D74F7B"/>
    <w:rsid w:val="00D7544A"/>
    <w:rsid w:val="00D815EC"/>
    <w:rsid w:val="00D8203D"/>
    <w:rsid w:val="00D934CA"/>
    <w:rsid w:val="00DA3C84"/>
    <w:rsid w:val="00DB2670"/>
    <w:rsid w:val="00DB68BF"/>
    <w:rsid w:val="00DC5455"/>
    <w:rsid w:val="00DD22AE"/>
    <w:rsid w:val="00DE0615"/>
    <w:rsid w:val="00E013EB"/>
    <w:rsid w:val="00E01728"/>
    <w:rsid w:val="00E035B1"/>
    <w:rsid w:val="00E1519A"/>
    <w:rsid w:val="00E31203"/>
    <w:rsid w:val="00E3174A"/>
    <w:rsid w:val="00E36922"/>
    <w:rsid w:val="00E52D59"/>
    <w:rsid w:val="00E60F26"/>
    <w:rsid w:val="00E6558F"/>
    <w:rsid w:val="00E85A3E"/>
    <w:rsid w:val="00E860DB"/>
    <w:rsid w:val="00EA6139"/>
    <w:rsid w:val="00EA6C6A"/>
    <w:rsid w:val="00EB1251"/>
    <w:rsid w:val="00EB1BA9"/>
    <w:rsid w:val="00EB49FC"/>
    <w:rsid w:val="00EB52D0"/>
    <w:rsid w:val="00F07A5C"/>
    <w:rsid w:val="00F12F84"/>
    <w:rsid w:val="00F136AD"/>
    <w:rsid w:val="00F25FE8"/>
    <w:rsid w:val="00F315F5"/>
    <w:rsid w:val="00F41BED"/>
    <w:rsid w:val="00F830C7"/>
    <w:rsid w:val="00F84B01"/>
    <w:rsid w:val="00F85102"/>
    <w:rsid w:val="00F86B5D"/>
    <w:rsid w:val="00F903B5"/>
    <w:rsid w:val="00F92CEB"/>
    <w:rsid w:val="00F949B2"/>
    <w:rsid w:val="00FA53A0"/>
    <w:rsid w:val="00FC5135"/>
    <w:rsid w:val="00FD4D9C"/>
    <w:rsid w:val="00FD5A44"/>
    <w:rsid w:val="00FD6339"/>
    <w:rsid w:val="00FD65AB"/>
    <w:rsid w:val="00FF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9AF7E"/>
  <w15:chartTrackingRefBased/>
  <w15:docId w15:val="{FDAA1F26-97FB-4F92-A3F0-D7C8E437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A0 Text"/>
    <w:uiPriority w:val="1"/>
    <w:rsid w:val="002B5DDC"/>
    <w:pPr>
      <w:spacing w:line="264" w:lineRule="auto"/>
    </w:pPr>
    <w:rPr>
      <w:sz w:val="18"/>
    </w:rPr>
  </w:style>
  <w:style w:type="paragraph" w:styleId="berschrift1">
    <w:name w:val="heading 1"/>
    <w:aliases w:val="A0 - Überschrift"/>
    <w:basedOn w:val="Standard"/>
    <w:next w:val="Standard"/>
    <w:link w:val="berschrift1Zchn"/>
    <w:uiPriority w:val="9"/>
    <w:rsid w:val="00EA61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151E8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151E8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00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0A7E"/>
  </w:style>
  <w:style w:type="paragraph" w:styleId="Fuzeile">
    <w:name w:val="footer"/>
    <w:basedOn w:val="Standard"/>
    <w:link w:val="FuzeileZchn"/>
    <w:uiPriority w:val="99"/>
    <w:unhideWhenUsed/>
    <w:rsid w:val="00400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0A7E"/>
  </w:style>
  <w:style w:type="character" w:styleId="Platzhaltertext">
    <w:name w:val="Placeholder Text"/>
    <w:basedOn w:val="Absatz-Standardschriftart"/>
    <w:uiPriority w:val="99"/>
    <w:semiHidden/>
    <w:rsid w:val="002963E1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068A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068A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068A6"/>
    <w:rPr>
      <w:vertAlign w:val="superscript"/>
    </w:rPr>
  </w:style>
  <w:style w:type="paragraph" w:styleId="KeinLeerraum">
    <w:name w:val="No Spacing"/>
    <w:uiPriority w:val="1"/>
    <w:qFormat/>
    <w:rsid w:val="00320268"/>
    <w:pPr>
      <w:spacing w:after="0" w:line="240" w:lineRule="auto"/>
    </w:pPr>
  </w:style>
  <w:style w:type="paragraph" w:customStyle="1" w:styleId="A-NULLFormatvorlage">
    <w:name w:val="A-NULL Formatvorlage"/>
    <w:basedOn w:val="Standard"/>
    <w:link w:val="A-NULLFormatvorlageZchn"/>
    <w:uiPriority w:val="99"/>
    <w:rsid w:val="00BF0247"/>
    <w:rPr>
      <w:color w:val="000000" w:themeColor="text1"/>
    </w:rPr>
  </w:style>
  <w:style w:type="character" w:customStyle="1" w:styleId="berschrift1Zchn">
    <w:name w:val="Überschrift 1 Zchn"/>
    <w:aliases w:val="A0 - Überschrift Zchn"/>
    <w:basedOn w:val="Absatz-Standardschriftart"/>
    <w:link w:val="berschrift1"/>
    <w:uiPriority w:val="9"/>
    <w:rsid w:val="00EA6139"/>
    <w:rPr>
      <w:rFonts w:asciiTheme="majorHAnsi" w:eastAsiaTheme="majorEastAsia" w:hAnsiTheme="majorHAnsi" w:cstheme="majorBidi"/>
      <w:color w:val="000000" w:themeColor="text1"/>
      <w:szCs w:val="32"/>
    </w:rPr>
  </w:style>
  <w:style w:type="character" w:customStyle="1" w:styleId="A-NULLFormatvorlageZchn">
    <w:name w:val="A-NULL Formatvorlage Zchn"/>
    <w:basedOn w:val="berschrift1Zchn"/>
    <w:link w:val="A-NULLFormatvorlage"/>
    <w:uiPriority w:val="99"/>
    <w:rsid w:val="002B5DDC"/>
    <w:rPr>
      <w:rFonts w:asciiTheme="majorHAnsi" w:eastAsiaTheme="majorEastAsia" w:hAnsiTheme="majorHAnsi" w:cstheme="majorBidi"/>
      <w:color w:val="000000" w:themeColor="text1"/>
      <w:sz w:val="1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1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1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-NULLberschrift1">
    <w:name w:val="A-NULL Überschrift 1"/>
    <w:basedOn w:val="Standard"/>
    <w:link w:val="A-NULLberschrift1Zchn"/>
    <w:uiPriority w:val="99"/>
    <w:rsid w:val="00B10735"/>
    <w:rPr>
      <w:rFonts w:asciiTheme="majorHAnsi" w:hAnsiTheme="majorHAnsi"/>
      <w:sz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247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247"/>
    <w:rPr>
      <w:rFonts w:eastAsiaTheme="minorEastAsia"/>
      <w:color w:val="5A5A5A" w:themeColor="text1" w:themeTint="A5"/>
      <w:spacing w:val="15"/>
    </w:rPr>
  </w:style>
  <w:style w:type="paragraph" w:customStyle="1" w:styleId="A0-berschrift1">
    <w:name w:val="A0 - Überschrift 1"/>
    <w:basedOn w:val="A-NULLberschrift1"/>
    <w:next w:val="A-NULLberschrift1"/>
    <w:link w:val="A0-berschrift1Zchn"/>
    <w:uiPriority w:val="99"/>
    <w:rsid w:val="00B10735"/>
    <w:rPr>
      <w:color w:val="000000" w:themeColor="text1"/>
    </w:rPr>
  </w:style>
  <w:style w:type="character" w:customStyle="1" w:styleId="A-NULLberschrift1Zchn">
    <w:name w:val="A-NULL Überschrift 1 Zchn"/>
    <w:basedOn w:val="Absatz-Standardschriftart"/>
    <w:link w:val="A-NULLberschrift1"/>
    <w:uiPriority w:val="99"/>
    <w:rsid w:val="002B5DDC"/>
    <w:rPr>
      <w:rFonts w:asciiTheme="majorHAnsi" w:hAnsiTheme="majorHAnsi"/>
    </w:rPr>
  </w:style>
  <w:style w:type="paragraph" w:customStyle="1" w:styleId="A0-Text">
    <w:name w:val="A0- Text"/>
    <w:basedOn w:val="Standard"/>
    <w:link w:val="A0-TextZchn"/>
    <w:uiPriority w:val="99"/>
    <w:rsid w:val="00EA6139"/>
  </w:style>
  <w:style w:type="character" w:customStyle="1" w:styleId="A0-berschrift1Zchn">
    <w:name w:val="A0 - Überschrift 1 Zchn"/>
    <w:basedOn w:val="A-NULLberschrift1Zchn"/>
    <w:link w:val="A0-berschrift1"/>
    <w:uiPriority w:val="99"/>
    <w:rsid w:val="002B5DDC"/>
    <w:rPr>
      <w:rFonts w:asciiTheme="majorHAnsi" w:hAnsiTheme="majorHAnsi"/>
      <w:color w:val="000000" w:themeColor="text1"/>
    </w:rPr>
  </w:style>
  <w:style w:type="paragraph" w:customStyle="1" w:styleId="A0Zwischenberschrift">
    <w:name w:val="A0 Zwischen Überschrift"/>
    <w:basedOn w:val="Standard"/>
    <w:next w:val="A0-Text"/>
    <w:link w:val="A0ZwischenberschriftZchn"/>
    <w:uiPriority w:val="99"/>
    <w:rsid w:val="006A5DE9"/>
    <w:pPr>
      <w:outlineLvl w:val="1"/>
    </w:pPr>
    <w:rPr>
      <w:rFonts w:asciiTheme="majorHAnsi" w:hAnsiTheme="majorHAnsi"/>
      <w:szCs w:val="18"/>
    </w:rPr>
  </w:style>
  <w:style w:type="character" w:customStyle="1" w:styleId="A0-TextZchn">
    <w:name w:val="A0- Text Zchn"/>
    <w:basedOn w:val="Absatz-Standardschriftart"/>
    <w:link w:val="A0-Text"/>
    <w:uiPriority w:val="99"/>
    <w:rsid w:val="002B5DDC"/>
    <w:rPr>
      <w:sz w:val="18"/>
    </w:rPr>
  </w:style>
  <w:style w:type="character" w:customStyle="1" w:styleId="A0ZwischenberschriftZchn">
    <w:name w:val="A0 Zwischen Überschrift Zchn"/>
    <w:basedOn w:val="Absatz-Standardschriftart"/>
    <w:link w:val="A0Zwischenberschrift"/>
    <w:uiPriority w:val="99"/>
    <w:rsid w:val="002B5DDC"/>
    <w:rPr>
      <w:rFonts w:asciiTheme="majorHAnsi" w:hAnsiTheme="majorHAnsi"/>
      <w:sz w:val="18"/>
      <w:szCs w:val="18"/>
    </w:rPr>
  </w:style>
  <w:style w:type="paragraph" w:customStyle="1" w:styleId="A0berschrift">
    <w:name w:val="A0 Überschrift"/>
    <w:basedOn w:val="Standard"/>
    <w:next w:val="A0-Text"/>
    <w:link w:val="A0berschriftZchn"/>
    <w:uiPriority w:val="99"/>
    <w:rsid w:val="006A5DE9"/>
    <w:pPr>
      <w:spacing w:after="12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32"/>
    </w:rPr>
  </w:style>
  <w:style w:type="paragraph" w:customStyle="1" w:styleId="A0-CDberschrift">
    <w:name w:val="A0-CD Überschrift"/>
    <w:basedOn w:val="Standard"/>
    <w:next w:val="A0-CDText"/>
    <w:link w:val="A0-CDberschriftZchn"/>
    <w:qFormat/>
    <w:rsid w:val="002E5616"/>
    <w:pPr>
      <w:spacing w:after="120"/>
      <w:outlineLvl w:val="0"/>
    </w:pPr>
    <w:rPr>
      <w:rFonts w:asciiTheme="majorHAnsi" w:hAnsiTheme="majorHAnsi"/>
      <w:sz w:val="24"/>
    </w:rPr>
  </w:style>
  <w:style w:type="paragraph" w:customStyle="1" w:styleId="A0-CDText">
    <w:name w:val="A0-CD Text"/>
    <w:basedOn w:val="Standard"/>
    <w:link w:val="A0-CDTextZchn"/>
    <w:qFormat/>
    <w:rsid w:val="00822178"/>
    <w:pPr>
      <w:spacing w:after="0"/>
    </w:pPr>
    <w:rPr>
      <w:rFonts w:ascii="DIN Offc" w:hAnsi="DIN Offc"/>
    </w:rPr>
  </w:style>
  <w:style w:type="character" w:customStyle="1" w:styleId="A0-CDberschriftZchn">
    <w:name w:val="A0-CD Überschrift Zchn"/>
    <w:basedOn w:val="Absatz-Standardschriftart"/>
    <w:link w:val="A0-CDberschrift"/>
    <w:rsid w:val="002B5DDC"/>
    <w:rPr>
      <w:rFonts w:asciiTheme="majorHAnsi" w:hAnsiTheme="majorHAnsi"/>
      <w:sz w:val="24"/>
    </w:rPr>
  </w:style>
  <w:style w:type="paragraph" w:customStyle="1" w:styleId="A0-CDZwischenberschrift">
    <w:name w:val="A0-CD Zwischenüberschrift"/>
    <w:basedOn w:val="A0berschrift"/>
    <w:next w:val="A0-CDText"/>
    <w:link w:val="A0-CDZwischenberschriftZchn"/>
    <w:qFormat/>
    <w:rsid w:val="002F2515"/>
    <w:pPr>
      <w:spacing w:after="0" w:line="240" w:lineRule="auto"/>
      <w:outlineLvl w:val="1"/>
    </w:pPr>
    <w:rPr>
      <w:sz w:val="18"/>
    </w:rPr>
  </w:style>
  <w:style w:type="character" w:customStyle="1" w:styleId="A0-CDTextZchn">
    <w:name w:val="A0-CD Text Zchn"/>
    <w:basedOn w:val="Absatz-Standardschriftart"/>
    <w:link w:val="A0-CDText"/>
    <w:rsid w:val="00822178"/>
    <w:rPr>
      <w:rFonts w:ascii="DIN Offc" w:hAnsi="DIN Offc"/>
      <w:sz w:val="18"/>
    </w:rPr>
  </w:style>
  <w:style w:type="paragraph" w:customStyle="1" w:styleId="A0-CDFunote">
    <w:name w:val="A0-CD Fußnote"/>
    <w:basedOn w:val="Funotentext"/>
    <w:link w:val="A0-CDFunoteZchn"/>
    <w:uiPriority w:val="1"/>
    <w:qFormat/>
    <w:rsid w:val="002F2515"/>
    <w:rPr>
      <w:sz w:val="16"/>
    </w:rPr>
  </w:style>
  <w:style w:type="character" w:customStyle="1" w:styleId="A0berschriftZchn">
    <w:name w:val="A0 Überschrift Zchn"/>
    <w:basedOn w:val="Absatz-Standardschriftart"/>
    <w:link w:val="A0berschrift"/>
    <w:uiPriority w:val="99"/>
    <w:rsid w:val="002B5DDC"/>
    <w:rPr>
      <w:rFonts w:asciiTheme="majorHAnsi" w:eastAsiaTheme="majorEastAsia" w:hAnsiTheme="majorHAnsi" w:cstheme="majorBidi"/>
      <w:color w:val="000000" w:themeColor="text1"/>
      <w:sz w:val="24"/>
      <w:szCs w:val="32"/>
    </w:rPr>
  </w:style>
  <w:style w:type="character" w:customStyle="1" w:styleId="A0-CDZwischenberschriftZchn">
    <w:name w:val="A0-CD Zwischenüberschrift Zchn"/>
    <w:basedOn w:val="A0berschriftZchn"/>
    <w:link w:val="A0-CDZwischenberschrift"/>
    <w:rsid w:val="002B5DDC"/>
    <w:rPr>
      <w:rFonts w:asciiTheme="majorHAnsi" w:eastAsiaTheme="majorEastAsia" w:hAnsiTheme="majorHAnsi" w:cstheme="majorBidi"/>
      <w:color w:val="000000" w:themeColor="text1"/>
      <w:sz w:val="18"/>
      <w:szCs w:val="32"/>
    </w:rPr>
  </w:style>
  <w:style w:type="character" w:customStyle="1" w:styleId="A0-CDFunoteZchn">
    <w:name w:val="A0-CD Fußnote Zchn"/>
    <w:basedOn w:val="FunotentextZchn"/>
    <w:link w:val="A0-CDFunote"/>
    <w:uiPriority w:val="1"/>
    <w:rsid w:val="002B5DDC"/>
    <w:rPr>
      <w:sz w:val="16"/>
      <w:szCs w:val="20"/>
    </w:rPr>
  </w:style>
  <w:style w:type="paragraph" w:customStyle="1" w:styleId="A0-CDSeitenberschrift22pt">
    <w:name w:val="A0-CD Seitenüberschrift 22pt"/>
    <w:basedOn w:val="Kopfzeile"/>
    <w:link w:val="A0-CDSeitenberschrift22ptZchn"/>
    <w:uiPriority w:val="1"/>
    <w:qFormat/>
    <w:rsid w:val="001F2EEE"/>
    <w:pPr>
      <w:tabs>
        <w:tab w:val="center" w:pos="3402"/>
        <w:tab w:val="left" w:leader="dot" w:pos="9072"/>
      </w:tabs>
      <w:ind w:left="2155" w:right="2155"/>
    </w:pPr>
    <w:rPr>
      <w:rFonts w:ascii="DIN Offc Medium" w:hAnsi="DIN Offc Medium"/>
      <w:caps/>
      <w:noProof/>
      <w:sz w:val="44"/>
      <w:szCs w:val="44"/>
    </w:rPr>
  </w:style>
  <w:style w:type="paragraph" w:customStyle="1" w:styleId="A0-CDSeitenberschriftklein">
    <w:name w:val="A0-CD Seitenüberschrift klein"/>
    <w:basedOn w:val="Kopfzeile"/>
    <w:link w:val="A0-CDSeitenberschriftkleinZchn"/>
    <w:uiPriority w:val="1"/>
    <w:qFormat/>
    <w:rsid w:val="001F2EEE"/>
    <w:pPr>
      <w:tabs>
        <w:tab w:val="center" w:pos="3402"/>
        <w:tab w:val="left" w:leader="dot" w:pos="9072"/>
      </w:tabs>
      <w:ind w:left="2155" w:right="2155"/>
    </w:pPr>
    <w:rPr>
      <w:rFonts w:ascii="DIN Offc Light" w:hAnsi="DIN Offc Light"/>
      <w:caps/>
      <w:noProof/>
      <w:color w:val="000000" w:themeColor="text1"/>
      <w:sz w:val="26"/>
      <w:szCs w:val="44"/>
    </w:rPr>
  </w:style>
  <w:style w:type="character" w:customStyle="1" w:styleId="A0-CDSeitenberschrift22ptZchn">
    <w:name w:val="A0-CD Seitenüberschrift 22pt Zchn"/>
    <w:basedOn w:val="KopfzeileZchn"/>
    <w:link w:val="A0-CDSeitenberschrift22pt"/>
    <w:uiPriority w:val="1"/>
    <w:rsid w:val="001F2EEE"/>
    <w:rPr>
      <w:rFonts w:ascii="DIN Offc Medium" w:hAnsi="DIN Offc Medium"/>
      <w:caps/>
      <w:noProof/>
      <w:sz w:val="44"/>
      <w:szCs w:val="44"/>
    </w:rPr>
  </w:style>
  <w:style w:type="character" w:customStyle="1" w:styleId="A0-CDSeitenberschriftkleinZchn">
    <w:name w:val="A0-CD Seitenüberschrift klein Zchn"/>
    <w:basedOn w:val="KopfzeileZchn"/>
    <w:link w:val="A0-CDSeitenberschriftklein"/>
    <w:uiPriority w:val="1"/>
    <w:rsid w:val="001F2EEE"/>
    <w:rPr>
      <w:rFonts w:ascii="DIN Offc Light" w:hAnsi="DIN Offc Light"/>
      <w:caps/>
      <w:noProof/>
      <w:color w:val="000000" w:themeColor="text1"/>
      <w:sz w:val="26"/>
      <w:szCs w:val="44"/>
    </w:rPr>
  </w:style>
  <w:style w:type="character" w:styleId="Hyperlink">
    <w:name w:val="Hyperlink"/>
    <w:basedOn w:val="Absatz-Standardschriftart"/>
    <w:uiPriority w:val="99"/>
    <w:unhideWhenUsed/>
    <w:rsid w:val="001B0E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0E5B"/>
    <w:rPr>
      <w:color w:val="605E5C"/>
      <w:shd w:val="clear" w:color="auto" w:fill="E1DFDD"/>
    </w:rPr>
  </w:style>
  <w:style w:type="paragraph" w:customStyle="1" w:styleId="Default">
    <w:name w:val="Default"/>
    <w:rsid w:val="00002295"/>
    <w:pPr>
      <w:autoSpaceDE w:val="0"/>
      <w:autoSpaceDN w:val="0"/>
      <w:adjustRightInd w:val="0"/>
      <w:spacing w:after="0" w:line="240" w:lineRule="auto"/>
    </w:pPr>
    <w:rPr>
      <w:rFonts w:ascii="DIN Offc" w:hAnsi="DIN Offc" w:cs="DIN Offc"/>
      <w:color w:val="000000"/>
      <w:sz w:val="24"/>
      <w:szCs w:val="24"/>
      <w:lang w:val="de-DE"/>
    </w:rPr>
  </w:style>
  <w:style w:type="paragraph" w:styleId="berarbeitung">
    <w:name w:val="Revision"/>
    <w:hidden/>
    <w:uiPriority w:val="99"/>
    <w:semiHidden/>
    <w:rsid w:val="002B0879"/>
    <w:pPr>
      <w:spacing w:after="0" w:line="240" w:lineRule="auto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.chlad\A-NULL%20Bausoftware%20GmbH\Startseite%20-%20B&#252;roinfos%20-%20Office%20Vorlagen\F45a%20A-NULL%20CD%20Word-Text-Vorlage-2020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-NULL Word-Vorlage 2020">
      <a:majorFont>
        <a:latin typeface="DIN Offc Medium"/>
        <a:ea typeface=""/>
        <a:cs typeface=""/>
      </a:majorFont>
      <a:minorFont>
        <a:latin typeface="DIN Offc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2D9F74FE82444A248F1764A9E25FA" ma:contentTypeVersion="16" ma:contentTypeDescription="Ein neues Dokument erstellen." ma:contentTypeScope="" ma:versionID="0bdb0f49d77f1e3cb1638cc097e9bf20">
  <xsd:schema xmlns:xsd="http://www.w3.org/2001/XMLSchema" xmlns:xs="http://www.w3.org/2001/XMLSchema" xmlns:p="http://schemas.microsoft.com/office/2006/metadata/properties" xmlns:ns2="265aa7f5-b6c7-4ee6-8ab2-d01c78429630" xmlns:ns3="08a6bd71-ec36-4ad3-9725-0a9609e125cb" targetNamespace="http://schemas.microsoft.com/office/2006/metadata/properties" ma:root="true" ma:fieldsID="8dc0ca792fe489e43f1683c7b581a08e" ns2:_="" ns3:_="">
    <xsd:import namespace="265aa7f5-b6c7-4ee6-8ab2-d01c78429630"/>
    <xsd:import namespace="08a6bd71-ec36-4ad3-9725-0a9609e12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aa7f5-b6c7-4ee6-8ab2-d01c784296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5c1b3ddf-cf5a-4b7f-9e0a-c913941914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6bd71-ec36-4ad3-9725-0a9609e1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10c734-6ff5-4e05-98cc-5d756aad74f7}" ma:internalName="TaxCatchAll" ma:showField="CatchAllData" ma:web="08a6bd71-ec36-4ad3-9725-0a9609e1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8a6bd71-ec36-4ad3-9725-0a9609e125cb">
      <UserInfo>
        <DisplayName/>
        <AccountId xsi:nil="true"/>
        <AccountType/>
      </UserInfo>
    </SharedWithUsers>
    <TaxCatchAll xmlns="08a6bd71-ec36-4ad3-9725-0a9609e125cb" xsi:nil="true"/>
    <lcf76f155ced4ddcb4097134ff3c332f xmlns="265aa7f5-b6c7-4ee6-8ab2-d01c7842963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670E5-772E-470D-BFC9-3D8000266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aa7f5-b6c7-4ee6-8ab2-d01c78429630"/>
    <ds:schemaRef ds:uri="08a6bd71-ec36-4ad3-9725-0a9609e125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26C9C1-C4C2-4CF0-89B0-EF20115A50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E157B4-39B8-459F-9289-40B11C8DE9B3}">
  <ds:schemaRefs>
    <ds:schemaRef ds:uri="http://schemas.microsoft.com/office/2006/metadata/properties"/>
    <ds:schemaRef ds:uri="http://schemas.microsoft.com/office/infopath/2007/PartnerControls"/>
    <ds:schemaRef ds:uri="08a6bd71-ec36-4ad3-9725-0a9609e125cb"/>
    <ds:schemaRef ds:uri="265aa7f5-b6c7-4ee6-8ab2-d01c78429630"/>
  </ds:schemaRefs>
</ds:datastoreItem>
</file>

<file path=customXml/itemProps4.xml><?xml version="1.0" encoding="utf-8"?>
<ds:datastoreItem xmlns:ds="http://schemas.openxmlformats.org/officeDocument/2006/customXml" ds:itemID="{DB0E4ED1-FDCC-446D-AB87-674868A5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F45a A-NULL CD Word-Text-Vorlage-2020.dotm</Template>
  <TotalTime>0</TotalTime>
  <Pages>3</Pages>
  <Words>382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A-Null_Dokumentvorlage</vt:lpstr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A-Null_Dokumentvorlage</dc:title>
  <dc:subject/>
  <dc:creator>Tamas Kurucso</dc:creator>
  <cp:keywords/>
  <dc:description/>
  <cp:lastModifiedBy>Maria Chlad (A-NULL BSW)</cp:lastModifiedBy>
  <cp:revision>2</cp:revision>
  <cp:lastPrinted>2024-01-08T08:59:00Z</cp:lastPrinted>
  <dcterms:created xsi:type="dcterms:W3CDTF">2024-11-05T12:24:00Z</dcterms:created>
  <dcterms:modified xsi:type="dcterms:W3CDTF">2024-11-05T12:24:00Z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0x0101009032D9F74FE82444A248F1764A9E25FA</vt:lpwstr>
  </property>
  <property fmtid="{D5CDD505-2E9C-101B-9397-08002B2CF9AE}" pid="3" name="Dokumentart">
    <vt:lpwstr>Office Vorlage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